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5A2AB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E00EE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693BB8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12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 w:rsidR="005A2AB5">
        <w:rPr>
          <w:rFonts w:ascii="Arial Narrow" w:hAnsi="Arial Narrow"/>
          <w:sz w:val="22"/>
          <w:lang w:val="de-DE"/>
        </w:rPr>
        <w:t>WS 2013/14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380393">
        <w:rPr>
          <w:rFonts w:ascii="Arial Narrow" w:hAnsi="Arial Narrow"/>
          <w:noProof/>
          <w:sz w:val="22"/>
          <w:lang w:val="de-DE"/>
        </w:rPr>
        <w:t>06.01.2014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693BB8">
        <w:rPr>
          <w:rFonts w:ascii="Arial Narrow" w:hAnsi="Arial Narrow"/>
          <w:sz w:val="22"/>
          <w:lang w:val="de-DE"/>
        </w:rPr>
        <w:t>13.01</w:t>
      </w:r>
      <w:r w:rsidR="005A2AB5">
        <w:rPr>
          <w:rFonts w:ascii="Arial Narrow" w:hAnsi="Arial Narrow"/>
          <w:sz w:val="22"/>
          <w:lang w:val="de-DE"/>
        </w:rPr>
        <w:t>.2013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26382A">
        <w:rPr>
          <w:rFonts w:ascii="Arial Narrow" w:hAnsi="Arial Narrow"/>
          <w:sz w:val="22"/>
          <w:lang w:val="de-DE"/>
        </w:rPr>
        <w:t xml:space="preserve">13 </w:t>
      </w:r>
      <w:r w:rsidR="005A2AB5">
        <w:rPr>
          <w:rFonts w:ascii="Arial Narrow" w:hAnsi="Arial Narrow"/>
          <w:sz w:val="22"/>
          <w:lang w:val="de-DE"/>
        </w:rPr>
        <w:t>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  <w:r w:rsidR="005A2AB5">
        <w:rPr>
          <w:rFonts w:ascii="Arial Narrow" w:hAnsi="Arial Narrow"/>
          <w:sz w:val="22"/>
          <w:lang w:val="de-DE"/>
        </w:rPr>
        <w:t xml:space="preserve">, Johannes </w:t>
      </w:r>
      <w:proofErr w:type="spellStart"/>
      <w:r w:rsidR="005A2AB5">
        <w:rPr>
          <w:rFonts w:ascii="Arial Narrow" w:hAnsi="Arial Narrow"/>
          <w:sz w:val="22"/>
          <w:lang w:val="de-DE"/>
        </w:rPr>
        <w:t>Hunn</w:t>
      </w:r>
      <w:proofErr w:type="spellEnd"/>
      <w:r w:rsidR="005A2AB5">
        <w:rPr>
          <w:rFonts w:ascii="Arial Narrow" w:hAnsi="Arial Narrow"/>
          <w:sz w:val="22"/>
          <w:lang w:val="de-DE"/>
        </w:rPr>
        <w:t xml:space="preserve">, Nicole Scherer, Susanne Schmidt, Alexander Scheurer, Sigfried </w:t>
      </w:r>
      <w:proofErr w:type="spellStart"/>
      <w:r w:rsidR="005A2AB5">
        <w:rPr>
          <w:rFonts w:ascii="Arial Narrow" w:hAnsi="Arial Narrow"/>
          <w:sz w:val="22"/>
          <w:lang w:val="de-DE"/>
        </w:rPr>
        <w:t>Fien</w:t>
      </w:r>
      <w:proofErr w:type="spellEnd"/>
      <w:r w:rsidR="005203E2">
        <w:rPr>
          <w:rFonts w:ascii="Arial Narrow" w:hAnsi="Arial Narrow"/>
          <w:sz w:val="22"/>
          <w:lang w:val="de-DE"/>
        </w:rPr>
        <w:t>, Marco Israel</w:t>
      </w:r>
      <w:r w:rsidR="00693BB8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693BB8">
        <w:rPr>
          <w:rFonts w:ascii="Arial Narrow" w:hAnsi="Arial Narrow"/>
          <w:sz w:val="22"/>
          <w:lang w:val="de-DE"/>
        </w:rPr>
        <w:t>Breumann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b/>
          <w:sz w:val="22"/>
          <w:lang w:val="de-DE"/>
        </w:rPr>
        <w:tab/>
      </w:r>
      <w:r w:rsidR="00675043" w:rsidRPr="00675043">
        <w:rPr>
          <w:rFonts w:ascii="Arial Narrow" w:hAnsi="Arial Narrow"/>
          <w:sz w:val="22"/>
          <w:lang w:val="de-DE"/>
        </w:rPr>
        <w:t>Susanne Schmidt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Default="00693B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Pr="00C60DAE" w:rsidRDefault="00693B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F767A1" w:rsidRDefault="00F767A1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Daniel Mader als neues Mitglied</w:t>
      </w:r>
    </w:p>
    <w:p w:rsidR="00894220" w:rsidRDefault="00894220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Ausschreibungen Hilfe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(Versicherungen, Bafög, etc.)</w:t>
      </w:r>
      <w:r w:rsidR="00693BB8">
        <w:rPr>
          <w:rFonts w:ascii="Arial Narrow" w:hAnsi="Arial Narrow"/>
          <w:sz w:val="22"/>
          <w:lang w:val="de-DE"/>
        </w:rPr>
        <w:t>?</w:t>
      </w:r>
    </w:p>
    <w:p w:rsidR="00693BB8" w:rsidRDefault="00693BB8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Überarbeitung des AStA Almanachs</w:t>
      </w:r>
    </w:p>
    <w:p w:rsidR="00BF4634" w:rsidRDefault="00BF463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Bestimmen</w:t>
      </w:r>
    </w:p>
    <w:p w:rsidR="00894220" w:rsidRDefault="00BF463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Schankerlaubnis</w:t>
      </w:r>
    </w:p>
    <w:p w:rsidR="0006566C" w:rsidRDefault="0006566C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Neuanschaffungen aus HSB-Gewinn</w:t>
      </w:r>
    </w:p>
    <w:p w:rsidR="00693BB8" w:rsidRDefault="00693BB8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Planung nächstes Semester (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 xml:space="preserve">-Begrüßung, </w:t>
      </w: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  <w:r>
        <w:rPr>
          <w:rFonts w:ascii="Arial Narrow" w:hAnsi="Arial Narrow"/>
          <w:sz w:val="22"/>
          <w:lang w:val="de-DE"/>
        </w:rPr>
        <w:t>, Spieletage, Referatsleiter/-vorstellung, neue Events?)</w:t>
      </w:r>
    </w:p>
    <w:p w:rsidR="00380393" w:rsidRDefault="00380393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usflug</w:t>
      </w:r>
    </w:p>
    <w:p w:rsidR="00BF4634" w:rsidRDefault="00BF463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380393" w:rsidRPr="00114D5B" w:rsidRDefault="00380393" w:rsidP="0038039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41" w:rsidRDefault="00DC5D41">
      <w:pPr>
        <w:spacing w:line="20" w:lineRule="exact"/>
      </w:pPr>
    </w:p>
  </w:endnote>
  <w:endnote w:type="continuationSeparator" w:id="0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C5D41" w:rsidRDefault="00DC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Pr="00635189" w:rsidRDefault="00DC5D41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5203E2">
      <w:rPr>
        <w:rFonts w:ascii="Arial Narrow" w:hAnsi="Arial Narrow"/>
        <w:sz w:val="20"/>
        <w:lang w:val="de-DE"/>
      </w:rPr>
      <w:t>10</w:t>
    </w:r>
    <w:r w:rsidRPr="00635189">
      <w:rPr>
        <w:rFonts w:ascii="Arial Narrow" w:hAnsi="Arial Narrow"/>
        <w:sz w:val="20"/>
        <w:lang w:val="de-DE"/>
      </w:rPr>
      <w:t xml:space="preserve">. Sitzung des </w:t>
    </w:r>
    <w:r w:rsidR="005203E2"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 w:rsidR="005203E2">
      <w:rPr>
        <w:rFonts w:ascii="Arial Narrow" w:hAnsi="Arial Narrow"/>
        <w:sz w:val="20"/>
        <w:lang w:val="de-DE"/>
      </w:rPr>
      <w:t>09.12.13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114D5B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DC5D41" w:rsidRDefault="00DC5D4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DC5D41" w:rsidRDefault="00DC5D41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EE"/>
    <w:rsid w:val="00010829"/>
    <w:rsid w:val="000243CF"/>
    <w:rsid w:val="000424C5"/>
    <w:rsid w:val="000459F9"/>
    <w:rsid w:val="0006566C"/>
    <w:rsid w:val="00094624"/>
    <w:rsid w:val="000A4FD2"/>
    <w:rsid w:val="000A5C33"/>
    <w:rsid w:val="000C2A6E"/>
    <w:rsid w:val="000D74D9"/>
    <w:rsid w:val="00103636"/>
    <w:rsid w:val="00114D5B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6382A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0393"/>
    <w:rsid w:val="00382773"/>
    <w:rsid w:val="0038561B"/>
    <w:rsid w:val="003B669B"/>
    <w:rsid w:val="003C1906"/>
    <w:rsid w:val="00425EF5"/>
    <w:rsid w:val="004359A0"/>
    <w:rsid w:val="00441B0C"/>
    <w:rsid w:val="00446C2F"/>
    <w:rsid w:val="00487AF4"/>
    <w:rsid w:val="004A5E58"/>
    <w:rsid w:val="004D1F62"/>
    <w:rsid w:val="004D57F0"/>
    <w:rsid w:val="004E00EE"/>
    <w:rsid w:val="00501683"/>
    <w:rsid w:val="005203E2"/>
    <w:rsid w:val="00555468"/>
    <w:rsid w:val="00581B97"/>
    <w:rsid w:val="005A2AB5"/>
    <w:rsid w:val="005B1C22"/>
    <w:rsid w:val="005F2F19"/>
    <w:rsid w:val="00602994"/>
    <w:rsid w:val="00605E51"/>
    <w:rsid w:val="00606F9B"/>
    <w:rsid w:val="00635189"/>
    <w:rsid w:val="00636071"/>
    <w:rsid w:val="00675043"/>
    <w:rsid w:val="006865A2"/>
    <w:rsid w:val="00686ECB"/>
    <w:rsid w:val="00693BB8"/>
    <w:rsid w:val="006A0CE7"/>
    <w:rsid w:val="006A2577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77A82"/>
    <w:rsid w:val="00784186"/>
    <w:rsid w:val="00786769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34B2A"/>
    <w:rsid w:val="00843F45"/>
    <w:rsid w:val="008743D8"/>
    <w:rsid w:val="00894220"/>
    <w:rsid w:val="008C250E"/>
    <w:rsid w:val="008D16EC"/>
    <w:rsid w:val="008F7364"/>
    <w:rsid w:val="009301A0"/>
    <w:rsid w:val="00937828"/>
    <w:rsid w:val="00976A1B"/>
    <w:rsid w:val="009906B7"/>
    <w:rsid w:val="009A5A91"/>
    <w:rsid w:val="009B7B2F"/>
    <w:rsid w:val="009C413F"/>
    <w:rsid w:val="00A23DA8"/>
    <w:rsid w:val="00A44D35"/>
    <w:rsid w:val="00A87E62"/>
    <w:rsid w:val="00A94BC2"/>
    <w:rsid w:val="00B25462"/>
    <w:rsid w:val="00B262CA"/>
    <w:rsid w:val="00B31937"/>
    <w:rsid w:val="00BA3A6C"/>
    <w:rsid w:val="00BE1515"/>
    <w:rsid w:val="00BF4634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C5D41"/>
    <w:rsid w:val="00DE1F6C"/>
    <w:rsid w:val="00E14AC4"/>
    <w:rsid w:val="00E211A7"/>
    <w:rsid w:val="00E36789"/>
    <w:rsid w:val="00E66A27"/>
    <w:rsid w:val="00E7723F"/>
    <w:rsid w:val="00E81768"/>
    <w:rsid w:val="00E97E93"/>
    <w:rsid w:val="00EB31F2"/>
    <w:rsid w:val="00EB53E3"/>
    <w:rsid w:val="00EE3B6D"/>
    <w:rsid w:val="00F15EEB"/>
    <w:rsid w:val="00F767A1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1</Pages>
  <Words>93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Karl Kleiser</dc:creator>
  <cp:lastModifiedBy>Karl Kleiser</cp:lastModifiedBy>
  <cp:revision>5</cp:revision>
  <cp:lastPrinted>2013-12-09T12:05:00Z</cp:lastPrinted>
  <dcterms:created xsi:type="dcterms:W3CDTF">2013-12-29T13:13:00Z</dcterms:created>
  <dcterms:modified xsi:type="dcterms:W3CDTF">2014-01-06T17:59:00Z</dcterms:modified>
</cp:coreProperties>
</file>